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5C7" w:rsidRDefault="008A25C7" w:rsidP="007F3EE3">
      <w:pPr>
        <w:spacing w:after="0"/>
        <w:rPr>
          <w:sz w:val="32"/>
          <w:szCs w:val="32"/>
        </w:rPr>
      </w:pPr>
      <w:r>
        <w:rPr>
          <w:sz w:val="32"/>
          <w:szCs w:val="32"/>
        </w:rPr>
        <w:t>Board of Trustees</w:t>
      </w:r>
    </w:p>
    <w:p w:rsidR="008A25C7" w:rsidRDefault="008A25C7" w:rsidP="007F3EE3">
      <w:pPr>
        <w:spacing w:after="0"/>
        <w:rPr>
          <w:sz w:val="32"/>
          <w:szCs w:val="32"/>
        </w:rPr>
      </w:pPr>
      <w:smartTag w:uri="urn:schemas-microsoft-com:office:smarttags" w:element="place">
        <w:smartTag w:uri="urn:schemas-microsoft-com:office:smarttags" w:element="PlaceType">
          <w:r w:rsidRPr="00823C69">
            <w:rPr>
              <w:sz w:val="32"/>
              <w:szCs w:val="32"/>
            </w:rPr>
            <w:t>Village</w:t>
          </w:r>
        </w:smartTag>
        <w:r w:rsidRPr="00823C69">
          <w:rPr>
            <w:sz w:val="32"/>
            <w:szCs w:val="32"/>
          </w:rPr>
          <w:t xml:space="preserve"> of </w:t>
        </w:r>
        <w:smartTag w:uri="urn:schemas-microsoft-com:office:smarttags" w:element="PlaceName">
          <w:r w:rsidRPr="00823C69">
            <w:rPr>
              <w:sz w:val="32"/>
              <w:szCs w:val="32"/>
            </w:rPr>
            <w:t>Wolcott</w:t>
          </w:r>
        </w:smartTag>
      </w:smartTag>
      <w:r w:rsidRPr="00823C69">
        <w:rPr>
          <w:sz w:val="32"/>
          <w:szCs w:val="32"/>
        </w:rPr>
        <w:t xml:space="preserve"> Special Meeting</w:t>
      </w:r>
      <w:r w:rsidRPr="00823C69">
        <w:rPr>
          <w:sz w:val="32"/>
          <w:szCs w:val="32"/>
        </w:rPr>
        <w:tab/>
      </w:r>
      <w:r w:rsidRPr="00823C69">
        <w:rPr>
          <w:sz w:val="32"/>
          <w:szCs w:val="32"/>
        </w:rPr>
        <w:tab/>
        <w:t xml:space="preserve">November 17, 2009 </w:t>
      </w:r>
    </w:p>
    <w:p w:rsidR="008A25C7" w:rsidRDefault="008A25C7">
      <w:pPr>
        <w:rPr>
          <w:sz w:val="32"/>
          <w:szCs w:val="32"/>
        </w:rPr>
      </w:pPr>
    </w:p>
    <w:p w:rsidR="008A25C7" w:rsidRDefault="008A25C7">
      <w:pPr>
        <w:rPr>
          <w:sz w:val="24"/>
          <w:szCs w:val="24"/>
        </w:rPr>
      </w:pPr>
      <w:r>
        <w:rPr>
          <w:sz w:val="24"/>
          <w:szCs w:val="24"/>
        </w:rPr>
        <w:t>Mayor Monson called the meeting to order at 6:00 pm.</w:t>
      </w:r>
    </w:p>
    <w:p w:rsidR="008A25C7" w:rsidRDefault="008A25C7" w:rsidP="00823C69">
      <w:pPr>
        <w:ind w:left="720" w:hanging="720"/>
        <w:rPr>
          <w:sz w:val="24"/>
          <w:szCs w:val="24"/>
        </w:rPr>
      </w:pPr>
      <w:r w:rsidRPr="00823C69">
        <w:rPr>
          <w:sz w:val="24"/>
          <w:szCs w:val="24"/>
        </w:rPr>
        <w:t>Members present:</w:t>
      </w:r>
      <w:r>
        <w:rPr>
          <w:sz w:val="24"/>
          <w:szCs w:val="24"/>
        </w:rPr>
        <w:t xml:space="preserve"> Mayor John Monson, Trustees Gary Baker, Dan Ferrente, Ken VanFleet, and </w:t>
      </w:r>
      <w:smartTag w:uri="urn:schemas-microsoft-com:office:smarttags" w:element="PersonName">
        <w:r>
          <w:rPr>
            <w:sz w:val="24"/>
            <w:szCs w:val="24"/>
          </w:rPr>
          <w:t>Sharon White</w:t>
        </w:r>
      </w:smartTag>
      <w:r>
        <w:rPr>
          <w:sz w:val="24"/>
          <w:szCs w:val="24"/>
        </w:rPr>
        <w:t>.</w:t>
      </w:r>
    </w:p>
    <w:p w:rsidR="008A25C7" w:rsidRDefault="008A25C7" w:rsidP="00823C69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Others present:  David B. Smith</w:t>
      </w:r>
    </w:p>
    <w:p w:rsidR="008A25C7" w:rsidRDefault="008A25C7" w:rsidP="00823C69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Trustee Gary Baker moved and Dan Ferrente seconded the motion to go into executive session at 6:02 pm for police department personnel matters.  Motion carried.</w:t>
      </w:r>
    </w:p>
    <w:p w:rsidR="008A25C7" w:rsidRDefault="008A25C7" w:rsidP="00732382">
      <w:pPr>
        <w:ind w:left="720"/>
        <w:rPr>
          <w:sz w:val="24"/>
          <w:szCs w:val="24"/>
        </w:rPr>
      </w:pPr>
      <w:r>
        <w:rPr>
          <w:sz w:val="24"/>
          <w:szCs w:val="24"/>
        </w:rPr>
        <w:t>Officer in charge David B. Smith was invited to attend this executive session.</w:t>
      </w:r>
    </w:p>
    <w:p w:rsidR="008A25C7" w:rsidRDefault="008A25C7" w:rsidP="00823C69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Trustee Baker made a motion to come out of executive session at 7:45pm.  Trustee Van Fleet seconded the motion and all voted in favor.</w:t>
      </w:r>
    </w:p>
    <w:p w:rsidR="008A25C7" w:rsidRDefault="008A25C7" w:rsidP="00823C69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OIC Smith needs to generate a list of police department equipment not accounted for and give it to Village Clerk Countryman.</w:t>
      </w:r>
    </w:p>
    <w:p w:rsidR="008A25C7" w:rsidRDefault="008A25C7" w:rsidP="00823C69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Village Clerk Countryman, Officer in Charge Smith and the Village Board will work on police department assets and budget.</w:t>
      </w:r>
    </w:p>
    <w:p w:rsidR="008A25C7" w:rsidRDefault="008A25C7" w:rsidP="00823C69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Trustee Baker made the  motion to hire Edward Okonsky as a part time police officer at fifteen dollars ($15.00) per hour.  Trustee VanFleet seconded the motion and all voted in favor.</w:t>
      </w:r>
    </w:p>
    <w:p w:rsidR="008A25C7" w:rsidRDefault="008A25C7" w:rsidP="00732382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Trustee Van Fleet  made the  motion to hire Laurie DiSanto as a temporary part time police clerk  at twelve dollars ($12.00) per hour for twelve hours per week for a maximum of three months. At the end of three months, the Village Board will review the position. Trustee Ferrente seconded the motion and all voted in favor.</w:t>
      </w:r>
    </w:p>
    <w:p w:rsidR="008A25C7" w:rsidRDefault="008A25C7" w:rsidP="00732382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Rick Miller’s cell phone needs to be replaced.  Mayor will speak with Rick in the morning.</w:t>
      </w:r>
    </w:p>
    <w:p w:rsidR="008A25C7" w:rsidRDefault="008A25C7" w:rsidP="007F3EE3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Trustee Baker made the motion to adjourn the meeting at 8:05 pm.  Trustee Ferrente seconded the motion and all voted in favor.</w:t>
      </w:r>
    </w:p>
    <w:p w:rsidR="008A25C7" w:rsidRDefault="008A25C7" w:rsidP="007F3EE3">
      <w:pPr>
        <w:spacing w:after="0"/>
        <w:ind w:left="720" w:hanging="720"/>
        <w:rPr>
          <w:sz w:val="24"/>
          <w:szCs w:val="24"/>
        </w:rPr>
      </w:pPr>
    </w:p>
    <w:p w:rsidR="008A25C7" w:rsidRDefault="008A25C7" w:rsidP="007F3EE3">
      <w:pPr>
        <w:ind w:left="6480"/>
        <w:jc w:val="right"/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:rsidR="008A25C7" w:rsidRDefault="008A25C7" w:rsidP="007F3EE3">
      <w:pPr>
        <w:spacing w:after="0"/>
        <w:ind w:left="720" w:hanging="720"/>
        <w:jc w:val="right"/>
        <w:rPr>
          <w:sz w:val="24"/>
          <w:szCs w:val="24"/>
        </w:rPr>
      </w:pPr>
    </w:p>
    <w:p w:rsidR="008A25C7" w:rsidRDefault="008A25C7" w:rsidP="007F3EE3">
      <w:pPr>
        <w:spacing w:after="0"/>
        <w:ind w:left="5760" w:firstLine="720"/>
        <w:rPr>
          <w:sz w:val="24"/>
          <w:szCs w:val="24"/>
        </w:rPr>
      </w:pPr>
      <w:r>
        <w:rPr>
          <w:sz w:val="24"/>
          <w:szCs w:val="24"/>
        </w:rPr>
        <w:t xml:space="preserve">           Sharon J. White</w:t>
      </w:r>
    </w:p>
    <w:p w:rsidR="008A25C7" w:rsidRPr="007F3EE3" w:rsidRDefault="008A25C7" w:rsidP="007F3EE3">
      <w:pPr>
        <w:spacing w:after="0"/>
        <w:ind w:left="6480"/>
        <w:rPr>
          <w:sz w:val="20"/>
          <w:szCs w:val="20"/>
        </w:rPr>
      </w:pPr>
      <w:r>
        <w:rPr>
          <w:sz w:val="24"/>
          <w:szCs w:val="24"/>
        </w:rPr>
        <w:t xml:space="preserve">           </w:t>
      </w:r>
      <w:r w:rsidRPr="007F3EE3">
        <w:rPr>
          <w:sz w:val="20"/>
          <w:szCs w:val="20"/>
        </w:rPr>
        <w:t xml:space="preserve">Secretary Pro Tem </w:t>
      </w:r>
    </w:p>
    <w:p w:rsidR="008A25C7" w:rsidRDefault="008A25C7" w:rsidP="007F3EE3">
      <w:pPr>
        <w:spacing w:after="0"/>
        <w:ind w:left="720" w:hanging="720"/>
        <w:rPr>
          <w:sz w:val="24"/>
          <w:szCs w:val="24"/>
        </w:rPr>
      </w:pPr>
    </w:p>
    <w:p w:rsidR="008A25C7" w:rsidRDefault="008A25C7" w:rsidP="00732382">
      <w:pPr>
        <w:ind w:left="720" w:hanging="720"/>
        <w:rPr>
          <w:sz w:val="24"/>
          <w:szCs w:val="24"/>
        </w:rPr>
      </w:pPr>
    </w:p>
    <w:sectPr w:rsidR="008A25C7" w:rsidSect="007F3EE3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C69"/>
    <w:rsid w:val="00073C07"/>
    <w:rsid w:val="00732382"/>
    <w:rsid w:val="007F3EE3"/>
    <w:rsid w:val="00823C69"/>
    <w:rsid w:val="008A25C7"/>
    <w:rsid w:val="00C15460"/>
    <w:rsid w:val="00CC2F6C"/>
    <w:rsid w:val="00D13EE9"/>
    <w:rsid w:val="00E31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46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C2F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7B6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252</Words>
  <Characters>1442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of Trustees</dc:title>
  <dc:subject/>
  <dc:creator>Sharon</dc:creator>
  <cp:keywords/>
  <dc:description/>
  <cp:lastModifiedBy>Village Clerk</cp:lastModifiedBy>
  <cp:revision>2</cp:revision>
  <cp:lastPrinted>2009-12-01T21:07:00Z</cp:lastPrinted>
  <dcterms:created xsi:type="dcterms:W3CDTF">2009-12-01T21:07:00Z</dcterms:created>
  <dcterms:modified xsi:type="dcterms:W3CDTF">2009-12-01T21:07:00Z</dcterms:modified>
</cp:coreProperties>
</file>